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17CA6">
        <w:rPr>
          <w:rFonts w:ascii="Arial" w:hAnsi="Arial" w:cs="Arial"/>
          <w:b/>
          <w:caps/>
          <w:sz w:val="28"/>
          <w:szCs w:val="28"/>
        </w:rPr>
        <w:t>760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F17CA6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F17CA6">
              <w:rPr>
                <w:rFonts w:ascii="Arial" w:hAnsi="Arial" w:cs="Arial"/>
                <w:sz w:val="20"/>
                <w:szCs w:val="20"/>
              </w:rPr>
              <w:t>Solicita capina e limpeza junto ao córrego que passa pela Rua Antonio Nunes de Moraes, no Jardim Pereira do Amparo.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</w:t>
      </w:r>
      <w:r w:rsidR="00F17CA6" w:rsidRPr="00F17CA6">
        <w:rPr>
          <w:rFonts w:ascii="Arial" w:hAnsi="Arial" w:cs="Arial"/>
        </w:rPr>
        <w:t xml:space="preserve">junto à Secretaria de Meio Ambiente </w:t>
      </w:r>
      <w:r w:rsidRPr="001840AD">
        <w:rPr>
          <w:rFonts w:ascii="Arial" w:hAnsi="Arial" w:cs="Arial"/>
        </w:rPr>
        <w:t xml:space="preserve">visando </w:t>
      </w:r>
      <w:r w:rsidR="00F17CA6">
        <w:rPr>
          <w:rFonts w:ascii="Arial" w:hAnsi="Arial" w:cs="Arial"/>
        </w:rPr>
        <w:t>à execução dos serviços de</w:t>
      </w:r>
      <w:r w:rsidR="00F17CA6" w:rsidRPr="00F17CA6">
        <w:rPr>
          <w:rFonts w:ascii="Arial" w:hAnsi="Arial" w:cs="Arial"/>
        </w:rPr>
        <w:t xml:space="preserve"> capina e limpeza junto ao córrego que passa pela Rua Antonio Nunes de Moraes, no Jardim Pereira do Amparo.</w:t>
      </w:r>
    </w:p>
    <w:p w:rsidR="00F17CA6" w:rsidRPr="00F17CA6" w:rsidRDefault="00F17CA6" w:rsidP="00F17CA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F17CA6">
        <w:rPr>
          <w:rFonts w:ascii="Arial" w:hAnsi="Arial" w:cs="Arial"/>
        </w:rPr>
        <w:t>Conforme as fotos em anexo, o entorno do aludido córrego está com mato alto, passando a atingir a via</w:t>
      </w:r>
      <w:r>
        <w:rPr>
          <w:rFonts w:ascii="Arial" w:hAnsi="Arial" w:cs="Arial"/>
        </w:rPr>
        <w:t xml:space="preserve"> e, por consequência, há maior acúmulo de lixo e os</w:t>
      </w:r>
      <w:r w:rsidRPr="00F17CA6">
        <w:rPr>
          <w:rFonts w:ascii="Arial" w:hAnsi="Arial" w:cs="Arial"/>
        </w:rPr>
        <w:t xml:space="preserve"> pedestres t</w:t>
      </w:r>
      <w:r>
        <w:rPr>
          <w:rFonts w:ascii="Arial" w:hAnsi="Arial" w:cs="Arial"/>
        </w:rPr>
        <w:t>ê</w:t>
      </w:r>
      <w:r w:rsidRPr="00F17CA6">
        <w:rPr>
          <w:rFonts w:ascii="Arial" w:hAnsi="Arial" w:cs="Arial"/>
        </w:rPr>
        <w:t xml:space="preserve">m certa dificuldade </w:t>
      </w:r>
      <w:r>
        <w:rPr>
          <w:rFonts w:ascii="Arial" w:hAnsi="Arial" w:cs="Arial"/>
        </w:rPr>
        <w:t>para</w:t>
      </w:r>
      <w:r w:rsidRPr="00F17CA6">
        <w:rPr>
          <w:rFonts w:ascii="Arial" w:hAnsi="Arial" w:cs="Arial"/>
        </w:rPr>
        <w:t xml:space="preserve"> transitar pelo local</w:t>
      </w:r>
      <w:r>
        <w:rPr>
          <w:rFonts w:ascii="Arial" w:hAnsi="Arial" w:cs="Arial"/>
        </w:rPr>
        <w:t>, tornando</w:t>
      </w:r>
      <w:r w:rsidRPr="00F17CA6">
        <w:rPr>
          <w:rFonts w:ascii="Arial" w:hAnsi="Arial" w:cs="Arial"/>
        </w:rPr>
        <w:t xml:space="preserve"> necessária </w:t>
      </w:r>
      <w:r>
        <w:rPr>
          <w:rFonts w:ascii="Arial" w:hAnsi="Arial" w:cs="Arial"/>
        </w:rPr>
        <w:t>um</w:t>
      </w:r>
      <w:r w:rsidRPr="00F17CA6">
        <w:rPr>
          <w:rFonts w:ascii="Arial" w:hAnsi="Arial" w:cs="Arial"/>
        </w:rPr>
        <w:t>a intervenção no local.</w:t>
      </w:r>
    </w:p>
    <w:p w:rsidR="003A77BE" w:rsidRPr="001840AD" w:rsidRDefault="00F17CA6" w:rsidP="00F17CA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F17CA6">
        <w:rPr>
          <w:rFonts w:ascii="Arial" w:hAnsi="Arial" w:cs="Arial"/>
        </w:rPr>
        <w:t>Desta forma, respeitosamente, acionamos a Administração Municipal e agradecemos por seu empenho para que a situação seja devidamente considerada e atendida.</w:t>
      </w:r>
    </w:p>
    <w:p w:rsidR="00F17CA6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F17CA6">
        <w:rPr>
          <w:rFonts w:ascii="Arial" w:hAnsi="Arial" w:cs="Arial"/>
        </w:rPr>
        <w:t>28 de março de 2018.</w:t>
      </w:r>
    </w:p>
    <w:p w:rsidR="00F17CA6" w:rsidRDefault="00F17CA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17CA6" w:rsidRDefault="00F17CA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17CA6" w:rsidRDefault="00F17CA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17CA6" w:rsidRPr="00A34F2C" w:rsidRDefault="00F17CA6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F17CA6" w:rsidRPr="00A34F2C" w:rsidRDefault="00F17CA6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F17CA6" w:rsidRDefault="00F17CA6" w:rsidP="00E05DD5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F17CA6" w:rsidRDefault="00F17CA6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F17CA6" w:rsidRDefault="00E75289" w:rsidP="00F17CA6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lastRenderedPageBreak/>
        <w:drawing>
          <wp:inline distT="0" distB="0" distL="0" distR="0" wp14:anchorId="4815D5A8">
            <wp:extent cx="5996940" cy="3375660"/>
            <wp:effectExtent l="0" t="0" r="381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33756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17CA6" w:rsidRDefault="00E75289" w:rsidP="00F17CA6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bookmarkStart w:id="0" w:name="_GoBack"/>
      <w:bookmarkEnd w:id="0"/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6E7E8EEC">
            <wp:extent cx="5996940" cy="3368040"/>
            <wp:effectExtent l="0" t="0" r="3810" b="381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336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17CA6" w:rsidRPr="00F17CA6" w:rsidRDefault="00F17CA6" w:rsidP="00F17CA6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sz w:val="18"/>
          <w:szCs w:val="18"/>
        </w:rPr>
      </w:pPr>
    </w:p>
    <w:sectPr w:rsidR="00F17CA6" w:rsidRPr="00F17CA6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5B6C" w:rsidRDefault="00F35B6C">
      <w:r>
        <w:separator/>
      </w:r>
    </w:p>
  </w:endnote>
  <w:endnote w:type="continuationSeparator" w:id="0">
    <w:p w:rsidR="00F35B6C" w:rsidRDefault="00F35B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5B6C" w:rsidRDefault="00F35B6C">
      <w:r>
        <w:separator/>
      </w:r>
    </w:p>
  </w:footnote>
  <w:footnote w:type="continuationSeparator" w:id="0">
    <w:p w:rsidR="00F35B6C" w:rsidRDefault="00F35B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F17CA6">
      <w:rPr>
        <w:rFonts w:ascii="Arial" w:hAnsi="Arial" w:cs="Arial"/>
        <w:b/>
        <w:sz w:val="20"/>
        <w:szCs w:val="20"/>
        <w:u w:val="single"/>
      </w:rPr>
      <w:t>760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F17CA6">
      <w:rPr>
        <w:rFonts w:ascii="Arial" w:hAnsi="Arial" w:cs="Arial"/>
        <w:b/>
        <w:sz w:val="20"/>
        <w:szCs w:val="20"/>
        <w:u w:val="single"/>
      </w:rPr>
      <w:t xml:space="preserve"> - DRA. MÁRCIA SANTOS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7528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7528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9745A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6535E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75289"/>
    <w:rsid w:val="00E86C30"/>
    <w:rsid w:val="00E90791"/>
    <w:rsid w:val="00E90C30"/>
    <w:rsid w:val="00EB04D6"/>
    <w:rsid w:val="00ED2065"/>
    <w:rsid w:val="00F16F74"/>
    <w:rsid w:val="00F17CA6"/>
    <w:rsid w:val="00F27895"/>
    <w:rsid w:val="00F35B6C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83513C-9229-43D4-ABDF-E7BD0E2F3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152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2018-03-26T13:16:00Z</cp:lastPrinted>
  <dcterms:created xsi:type="dcterms:W3CDTF">2018-03-26T18:13:00Z</dcterms:created>
  <dcterms:modified xsi:type="dcterms:W3CDTF">2018-03-26T18:13:00Z</dcterms:modified>
</cp:coreProperties>
</file>